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C33" w:rsidRPr="002E5FE6" w:rsidRDefault="00CB7C33" w:rsidP="002E5FE6">
      <w:pPr>
        <w:autoSpaceDE w:val="0"/>
        <w:autoSpaceDN w:val="0"/>
        <w:adjustRightInd w:val="0"/>
        <w:spacing w:after="0" w:line="360" w:lineRule="auto"/>
        <w:rPr>
          <w:rFonts w:ascii="Arial" w:hAnsi="Arial" w:cs="Arial"/>
          <w:b/>
          <w:sz w:val="20"/>
          <w:szCs w:val="20"/>
          <w:lang w:val="en-US"/>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2E5FE6">
        <w:rPr>
          <w:rFonts w:ascii="Arial" w:hAnsi="Arial" w:cs="Arial"/>
          <w:b/>
          <w:sz w:val="20"/>
          <w:szCs w:val="20"/>
          <w:lang w:val="en-US"/>
        </w:rPr>
        <w:t>EMO Mailand</w:t>
      </w:r>
    </w:p>
    <w:p w:rsidR="00CB7C33" w:rsidRPr="002E5FE6" w:rsidRDefault="00CB7C33" w:rsidP="002E5FE6">
      <w:pPr>
        <w:autoSpaceDE w:val="0"/>
        <w:autoSpaceDN w:val="0"/>
        <w:adjustRightInd w:val="0"/>
        <w:spacing w:after="0" w:line="360" w:lineRule="auto"/>
        <w:rPr>
          <w:rFonts w:ascii="Arial" w:hAnsi="Arial" w:cs="Arial"/>
          <w:b/>
          <w:sz w:val="20"/>
          <w:szCs w:val="20"/>
          <w:lang w:val="en-US"/>
        </w:rPr>
      </w:pP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smartTag w:uri="urn:schemas-microsoft-com:office:smarttags" w:element="City">
        <w:smartTag w:uri="urn:schemas-microsoft-com:office:smarttags" w:element="place">
          <w:r w:rsidRPr="002E5FE6">
            <w:rPr>
              <w:rFonts w:ascii="Arial" w:hAnsi="Arial" w:cs="Arial"/>
              <w:b/>
              <w:sz w:val="20"/>
              <w:szCs w:val="20"/>
              <w:lang w:val="en-US"/>
            </w:rPr>
            <w:t>Halle</w:t>
          </w:r>
        </w:smartTag>
      </w:smartTag>
      <w:r w:rsidRPr="002E5FE6">
        <w:rPr>
          <w:rFonts w:ascii="Arial" w:hAnsi="Arial" w:cs="Arial"/>
          <w:b/>
          <w:sz w:val="20"/>
          <w:szCs w:val="20"/>
          <w:lang w:val="en-US"/>
        </w:rPr>
        <w:t xml:space="preserve"> 10, Stand B10</w:t>
      </w:r>
    </w:p>
    <w:p w:rsidR="00CB7C33" w:rsidRPr="002E5FE6" w:rsidRDefault="00CB7C33" w:rsidP="00F46FB3">
      <w:pPr>
        <w:autoSpaceDE w:val="0"/>
        <w:autoSpaceDN w:val="0"/>
        <w:adjustRightInd w:val="0"/>
        <w:spacing w:after="0" w:line="360" w:lineRule="auto"/>
        <w:rPr>
          <w:rFonts w:ascii="Arial" w:hAnsi="Arial" w:cs="Arial"/>
          <w:sz w:val="20"/>
          <w:szCs w:val="20"/>
          <w:lang w:val="en-US"/>
        </w:rPr>
      </w:pP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r w:rsidRPr="002E5FE6">
        <w:rPr>
          <w:rFonts w:ascii="Arial" w:hAnsi="Arial" w:cs="Arial"/>
          <w:sz w:val="20"/>
          <w:szCs w:val="20"/>
          <w:lang w:val="en-US"/>
        </w:rPr>
        <w:tab/>
      </w:r>
    </w:p>
    <w:p w:rsidR="00CB7C33" w:rsidRPr="002E5FE6" w:rsidRDefault="00CB7C33" w:rsidP="00F46FB3">
      <w:pPr>
        <w:autoSpaceDE w:val="0"/>
        <w:autoSpaceDN w:val="0"/>
        <w:adjustRightInd w:val="0"/>
        <w:spacing w:after="0" w:line="360" w:lineRule="auto"/>
        <w:rPr>
          <w:rFonts w:ascii="Arial" w:hAnsi="Arial" w:cs="Arial"/>
          <w:sz w:val="20"/>
          <w:szCs w:val="20"/>
          <w:lang w:val="en-US"/>
        </w:rPr>
      </w:pPr>
    </w:p>
    <w:p w:rsidR="00CB7C33" w:rsidRPr="00F00BEA" w:rsidRDefault="00CB7C33" w:rsidP="00F74CC3">
      <w:pPr>
        <w:spacing w:after="0" w:line="360" w:lineRule="auto"/>
        <w:rPr>
          <w:rFonts w:ascii="Arial" w:hAnsi="Arial" w:cs="Arial"/>
          <w:b/>
        </w:rPr>
      </w:pPr>
      <w:r w:rsidRPr="00F00BEA">
        <w:rPr>
          <w:rFonts w:ascii="Arial" w:hAnsi="Arial" w:cs="Arial"/>
          <w:b/>
        </w:rPr>
        <w:t>Schmalster Wechselschneidplatten-Trennfräser am Markt</w:t>
      </w:r>
    </w:p>
    <w:p w:rsidR="00CB7C33" w:rsidRPr="002E5FE6" w:rsidRDefault="00CB7C33" w:rsidP="00F74CC3">
      <w:pPr>
        <w:spacing w:after="0" w:line="360" w:lineRule="auto"/>
        <w:rPr>
          <w:rFonts w:ascii="Arial" w:hAnsi="Arial" w:cs="Arial"/>
        </w:rPr>
      </w:pPr>
      <w:r w:rsidRPr="002E5FE6">
        <w:rPr>
          <w:rFonts w:ascii="Arial" w:hAnsi="Arial" w:cs="Arial"/>
        </w:rPr>
        <w:t xml:space="preserve">Die speziell zum Nut- und Trennfräsen konzipierten Fräser vom Typ M101 wurden um die Schnittbreiten 1,2 mm und 1,4 mm erweitert. </w:t>
      </w:r>
    </w:p>
    <w:p w:rsidR="00CB7C33" w:rsidRPr="002E5FE6" w:rsidRDefault="00CB7C33" w:rsidP="00F74CC3">
      <w:pPr>
        <w:spacing w:after="0" w:line="360" w:lineRule="auto"/>
        <w:rPr>
          <w:rFonts w:ascii="Arial" w:hAnsi="Arial" w:cs="Arial"/>
        </w:rPr>
      </w:pPr>
      <w:r w:rsidRPr="002E5FE6">
        <w:rPr>
          <w:rFonts w:ascii="Arial" w:hAnsi="Arial" w:cs="Arial"/>
        </w:rPr>
        <w:t>Die neuen Fräser sind im Durchmesser 63 mm und 80 mm bei Nuttiefen von 19,5 mm bzw. 20 mm erhältlich. Die Fräser mit 63 mm Durchmesser besitzen einen Zylinderschaft mit Durchmesser 25 mm und Weldon-Aufnahme DIN 1835-B, zusätzlich sind sie für Innenkü</w:t>
      </w:r>
      <w:r w:rsidRPr="002E5FE6">
        <w:rPr>
          <w:rFonts w:ascii="Arial" w:hAnsi="Arial" w:cs="Arial"/>
        </w:rPr>
        <w:t>h</w:t>
      </w:r>
      <w:r w:rsidRPr="002E5FE6">
        <w:rPr>
          <w:rFonts w:ascii="Arial" w:hAnsi="Arial" w:cs="Arial"/>
        </w:rPr>
        <w:t>lung ausgelegt. Die Fräser mit 80 mm Durchmesser sind als Aufsteckfräser oder in der Var</w:t>
      </w:r>
      <w:r w:rsidRPr="002E5FE6">
        <w:rPr>
          <w:rFonts w:ascii="Arial" w:hAnsi="Arial" w:cs="Arial"/>
        </w:rPr>
        <w:t>i</w:t>
      </w:r>
      <w:r w:rsidRPr="002E5FE6">
        <w:rPr>
          <w:rFonts w:ascii="Arial" w:hAnsi="Arial" w:cs="Arial"/>
        </w:rPr>
        <w:t>ante mit Fräsdornringen erhältlich. Wie die bisherigen Fräser mit Schneidbreiten von 1,6 bis 4 mm sind auch die neuen Trennfräser mit Hartmetall-Wechselschneidplatten bestückt. Das Wechseln der Schneidplatten ist einfach und hochgenau. Der präzisions-gefräste Plattensitz im Grundkörper gewährleistet eine sichere Verbindung mit hoher Wechselgenauigkeit durch einen Anschlag im Grundkörper. Die neuen Fräser sind bestückt mit 5 Schneidplatten beim Durchmesser 63 mm und mit 7 Schneidplatten beim Durchmesser 80 mm. Die Schneiden der Fräser mit 1,2 und 1,4 mm Breite gibt es in der Geometrie .3. Die Geometrie ist beso</w:t>
      </w:r>
      <w:r w:rsidRPr="002E5FE6">
        <w:rPr>
          <w:rFonts w:ascii="Arial" w:hAnsi="Arial" w:cs="Arial"/>
        </w:rPr>
        <w:t>n</w:t>
      </w:r>
      <w:r w:rsidRPr="002E5FE6">
        <w:rPr>
          <w:rFonts w:ascii="Arial" w:hAnsi="Arial" w:cs="Arial"/>
        </w:rPr>
        <w:t>ders geeignet für allgemeine Stähle, rostfreie Stähle und Titan-Werkstoffe.</w:t>
      </w:r>
    </w:p>
    <w:p w:rsidR="00CB7C33" w:rsidRPr="002E5FE6" w:rsidRDefault="00CB7C33" w:rsidP="00F74CC3">
      <w:pPr>
        <w:autoSpaceDE w:val="0"/>
        <w:autoSpaceDN w:val="0"/>
        <w:adjustRightInd w:val="0"/>
        <w:spacing w:after="0" w:line="360" w:lineRule="auto"/>
        <w:rPr>
          <w:rFonts w:ascii="Arial" w:hAnsi="Arial" w:cs="Arial"/>
          <w:i/>
        </w:rPr>
      </w:pPr>
    </w:p>
    <w:p w:rsidR="00CB7C33" w:rsidRPr="002E5FE6" w:rsidRDefault="00CB7C33" w:rsidP="00F74CC3">
      <w:pPr>
        <w:autoSpaceDE w:val="0"/>
        <w:autoSpaceDN w:val="0"/>
        <w:adjustRightInd w:val="0"/>
        <w:spacing w:after="0" w:line="360" w:lineRule="auto"/>
        <w:rPr>
          <w:rFonts w:ascii="Arial" w:hAnsi="Arial" w:cs="Arial"/>
          <w:i/>
        </w:rPr>
      </w:pPr>
      <w:r>
        <w:rPr>
          <w:rFonts w:ascii="Arial" w:hAnsi="Arial" w:cs="Arial"/>
          <w:i/>
        </w:rPr>
        <w:t>1.215</w:t>
      </w:r>
      <w:r w:rsidRPr="002E5FE6">
        <w:rPr>
          <w:rFonts w:ascii="Arial" w:hAnsi="Arial" w:cs="Arial"/>
          <w:i/>
        </w:rPr>
        <w:t xml:space="preserve"> Zeichen inkl. Leerzeichen</w:t>
      </w:r>
    </w:p>
    <w:p w:rsidR="00CB7C33" w:rsidRDefault="00CB7C33" w:rsidP="00F74CC3">
      <w:pPr>
        <w:autoSpaceDE w:val="0"/>
        <w:autoSpaceDN w:val="0"/>
        <w:adjustRightInd w:val="0"/>
        <w:spacing w:after="0" w:line="360" w:lineRule="auto"/>
        <w:rPr>
          <w:rFonts w:ascii="Arial" w:hAnsi="Arial" w:cs="Arial"/>
          <w:b/>
        </w:rPr>
      </w:pPr>
    </w:p>
    <w:p w:rsidR="00CB7C33" w:rsidRPr="002E5FE6" w:rsidRDefault="00CB7C33" w:rsidP="00F74CC3">
      <w:pPr>
        <w:autoSpaceDE w:val="0"/>
        <w:autoSpaceDN w:val="0"/>
        <w:adjustRightInd w:val="0"/>
        <w:spacing w:after="0" w:line="360" w:lineRule="auto"/>
        <w:rPr>
          <w:rFonts w:ascii="Arial" w:hAnsi="Arial" w:cs="Arial"/>
          <w:b/>
        </w:rPr>
      </w:pPr>
      <w:r w:rsidRPr="002E5FE6">
        <w:rPr>
          <w:rFonts w:ascii="Arial" w:hAnsi="Arial" w:cs="Arial"/>
          <w:b/>
        </w:rPr>
        <w:t>Bildlegende:</w:t>
      </w:r>
    </w:p>
    <w:p w:rsidR="00CB7C33" w:rsidRPr="002E5FE6" w:rsidRDefault="00CB7C33" w:rsidP="00F74CC3">
      <w:pPr>
        <w:autoSpaceDE w:val="0"/>
        <w:autoSpaceDN w:val="0"/>
        <w:adjustRightInd w:val="0"/>
        <w:spacing w:after="0" w:line="360" w:lineRule="auto"/>
        <w:rPr>
          <w:rFonts w:ascii="Arial" w:hAnsi="Arial" w:cs="Arial"/>
          <w:b/>
        </w:rPr>
      </w:pPr>
    </w:p>
    <w:p w:rsidR="00CB7C33" w:rsidRDefault="00CB7C33" w:rsidP="00F74CC3">
      <w:pPr>
        <w:spacing w:after="0"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0.4pt" wrapcoords="-76 0 -76 21486 21600 21486 21600 0 -76 0" o:allowoverlap="f">
            <v:imagedata r:id="rId6" o:title=""/>
          </v:shape>
        </w:pict>
      </w:r>
    </w:p>
    <w:p w:rsidR="00CB7C33" w:rsidRPr="002E5FE6" w:rsidRDefault="00CB7C33" w:rsidP="00F74CC3">
      <w:pPr>
        <w:spacing w:after="0" w:line="360" w:lineRule="auto"/>
        <w:rPr>
          <w:rFonts w:ascii="Arial" w:hAnsi="Arial" w:cs="Arial"/>
        </w:rPr>
      </w:pPr>
      <w:r w:rsidRPr="002E5FE6">
        <w:rPr>
          <w:rFonts w:ascii="Arial" w:hAnsi="Arial" w:cs="Arial"/>
          <w:b/>
        </w:rPr>
        <w:t xml:space="preserve">Bild 1: </w:t>
      </w:r>
      <w:r w:rsidRPr="002E5FE6">
        <w:rPr>
          <w:rFonts w:ascii="Arial" w:hAnsi="Arial" w:cs="Arial"/>
        </w:rPr>
        <w:t>Neue Schneidbreiten für das System M101.</w:t>
      </w:r>
    </w:p>
    <w:p w:rsidR="00CB7C33" w:rsidRPr="002E5FE6" w:rsidRDefault="00CB7C33" w:rsidP="00F74CC3">
      <w:pPr>
        <w:autoSpaceDE w:val="0"/>
        <w:autoSpaceDN w:val="0"/>
        <w:adjustRightInd w:val="0"/>
        <w:spacing w:after="0" w:line="360" w:lineRule="auto"/>
        <w:rPr>
          <w:rFonts w:ascii="Arial" w:hAnsi="Arial" w:cs="Arial"/>
          <w:b/>
        </w:rPr>
      </w:pPr>
    </w:p>
    <w:p w:rsidR="00CB7C33" w:rsidRPr="00C543FD" w:rsidRDefault="00CB7C33" w:rsidP="00F74CC3">
      <w:pPr>
        <w:autoSpaceDE w:val="0"/>
        <w:autoSpaceDN w:val="0"/>
        <w:adjustRightInd w:val="0"/>
        <w:spacing w:after="0" w:line="360" w:lineRule="auto"/>
        <w:rPr>
          <w:rFonts w:ascii="Arial" w:hAnsi="Arial" w:cs="Arial"/>
        </w:rPr>
      </w:pPr>
      <w:r>
        <w:rPr>
          <w:rFonts w:ascii="Arial" w:hAnsi="Arial" w:cs="Arial"/>
          <w:b/>
        </w:rPr>
        <w:br w:type="page"/>
      </w:r>
      <w:r w:rsidRPr="00C543FD">
        <w:rPr>
          <w:rFonts w:ascii="Arial" w:hAnsi="Arial" w:cs="Arial"/>
          <w:b/>
        </w:rPr>
        <w:t>Bildnachweis:</w:t>
      </w:r>
      <w:r w:rsidRPr="00C543FD">
        <w:rPr>
          <w:rFonts w:ascii="Arial" w:hAnsi="Arial" w:cs="Arial"/>
        </w:rPr>
        <w:t xml:space="preserve"> Paul Horn GmbH, Nico Sauermann</w:t>
      </w:r>
    </w:p>
    <w:p w:rsidR="00CB7C33" w:rsidRPr="00C543FD" w:rsidRDefault="00CB7C33" w:rsidP="00F74CC3">
      <w:pPr>
        <w:autoSpaceDE w:val="0"/>
        <w:autoSpaceDN w:val="0"/>
        <w:adjustRightInd w:val="0"/>
        <w:spacing w:after="0" w:line="360" w:lineRule="auto"/>
        <w:rPr>
          <w:rFonts w:ascii="Arial" w:hAnsi="Arial" w:cs="Arial"/>
        </w:rPr>
      </w:pPr>
    </w:p>
    <w:p w:rsidR="00CB7C33" w:rsidRPr="00C543FD" w:rsidRDefault="00CB7C33" w:rsidP="00F74CC3">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CB7C33" w:rsidRPr="00C543FD" w:rsidRDefault="00CB7C33" w:rsidP="00F74CC3">
      <w:pPr>
        <w:autoSpaceDE w:val="0"/>
        <w:autoSpaceDN w:val="0"/>
        <w:adjustRightInd w:val="0"/>
        <w:spacing w:after="0" w:line="360" w:lineRule="auto"/>
        <w:rPr>
          <w:rFonts w:ascii="Arial" w:hAnsi="Arial" w:cs="Arial"/>
        </w:rPr>
      </w:pPr>
      <w:r w:rsidRPr="00C543FD">
        <w:rPr>
          <w:rFonts w:ascii="Arial" w:hAnsi="Arial" w:cs="Arial"/>
        </w:rPr>
        <w:t>Hartmetall-Werkzeugfabrik Paul Horn GmbH, Herr Christian Thiele</w:t>
      </w:r>
    </w:p>
    <w:p w:rsidR="00CB7C33" w:rsidRPr="00C543FD" w:rsidRDefault="00CB7C33" w:rsidP="00F74CC3">
      <w:pPr>
        <w:autoSpaceDE w:val="0"/>
        <w:autoSpaceDN w:val="0"/>
        <w:adjustRightInd w:val="0"/>
        <w:spacing w:after="0" w:line="360" w:lineRule="auto"/>
        <w:rPr>
          <w:rFonts w:ascii="Arial" w:hAnsi="Arial" w:cs="Arial"/>
        </w:rPr>
      </w:pPr>
      <w:r w:rsidRPr="00C543FD">
        <w:rPr>
          <w:rFonts w:ascii="Arial" w:hAnsi="Arial" w:cs="Arial"/>
        </w:rPr>
        <w:t>Unter dem Holz 33 – 35, 72072 Tübingen</w:t>
      </w:r>
    </w:p>
    <w:p w:rsidR="00CB7C33" w:rsidRPr="00C543FD" w:rsidRDefault="00CB7C33" w:rsidP="00F74CC3">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7004-1602, Fax: +49 7071 72893</w:t>
      </w:r>
    </w:p>
    <w:p w:rsidR="00CB7C33" w:rsidRPr="00C543FD" w:rsidRDefault="00CB7C33" w:rsidP="00F74CC3">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CB7C33"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C33" w:rsidRDefault="00CB7C33" w:rsidP="00925DB2">
      <w:pPr>
        <w:spacing w:after="0" w:line="240" w:lineRule="auto"/>
      </w:pPr>
      <w:r>
        <w:separator/>
      </w:r>
    </w:p>
  </w:endnote>
  <w:endnote w:type="continuationSeparator" w:id="0">
    <w:p w:rsidR="00CB7C33" w:rsidRDefault="00CB7C33"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C33" w:rsidRPr="00925DB2" w:rsidRDefault="00CB7C33">
    <w:pPr>
      <w:pStyle w:val="Footer"/>
      <w:jc w:val="right"/>
      <w:rPr>
        <w:rFonts w:ascii="Arial" w:hAnsi="Arial" w:cs="Arial"/>
        <w:sz w:val="16"/>
        <w:szCs w:val="16"/>
      </w:rPr>
    </w:pPr>
  </w:p>
  <w:p w:rsidR="00CB7C33" w:rsidRPr="00925DB2" w:rsidRDefault="00CB7C33" w:rsidP="00925DB2">
    <w:pPr>
      <w:pStyle w:val="Footer"/>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C33" w:rsidRDefault="00CB7C33" w:rsidP="00925DB2">
      <w:pPr>
        <w:spacing w:after="0" w:line="240" w:lineRule="auto"/>
      </w:pPr>
      <w:r>
        <w:separator/>
      </w:r>
    </w:p>
  </w:footnote>
  <w:footnote w:type="continuationSeparator" w:id="0">
    <w:p w:rsidR="00CB7C33" w:rsidRDefault="00CB7C33"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C33" w:rsidRPr="00DE5449" w:rsidRDefault="00CB7C33" w:rsidP="00F739CB">
    <w:pPr>
      <w:pStyle w:val="Header"/>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B44DE3">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6pt">
          <v:imagedata r:id="rId1" o:title=""/>
        </v:shape>
      </w:pict>
    </w:r>
  </w:p>
  <w:p w:rsidR="00CB7C33" w:rsidRPr="00DE5449" w:rsidRDefault="00CB7C33" w:rsidP="00F739CB">
    <w:pPr>
      <w:pStyle w:val="Header"/>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t xml:space="preserve">Oktober </w:t>
    </w:r>
    <w:r w:rsidRPr="00DE5449">
      <w:rPr>
        <w:rFonts w:ascii="Arial" w:hAnsi="Arial" w:cs="Arial"/>
        <w:sz w:val="20"/>
        <w:szCs w:val="20"/>
      </w:rPr>
      <w:t xml:space="preserve"> 2015</w:t>
    </w:r>
  </w:p>
  <w:p w:rsidR="00CB7C33" w:rsidRPr="00F739CB" w:rsidRDefault="00CB7C33"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E5FE6"/>
    <w:rsid w:val="002F6AA3"/>
    <w:rsid w:val="00315854"/>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A4AC6"/>
    <w:rsid w:val="005B372D"/>
    <w:rsid w:val="005E299E"/>
    <w:rsid w:val="005E47BA"/>
    <w:rsid w:val="00617E9D"/>
    <w:rsid w:val="00636ABA"/>
    <w:rsid w:val="00650455"/>
    <w:rsid w:val="0066774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71A34"/>
    <w:rsid w:val="00995A54"/>
    <w:rsid w:val="009B0ADA"/>
    <w:rsid w:val="009B7A4E"/>
    <w:rsid w:val="009E08E7"/>
    <w:rsid w:val="009E2257"/>
    <w:rsid w:val="009E25AE"/>
    <w:rsid w:val="009F1D9D"/>
    <w:rsid w:val="00A051EE"/>
    <w:rsid w:val="00A104B3"/>
    <w:rsid w:val="00A23939"/>
    <w:rsid w:val="00A330B5"/>
    <w:rsid w:val="00A617E2"/>
    <w:rsid w:val="00A65E23"/>
    <w:rsid w:val="00A84F31"/>
    <w:rsid w:val="00A92041"/>
    <w:rsid w:val="00AA51BC"/>
    <w:rsid w:val="00AF5558"/>
    <w:rsid w:val="00B0243E"/>
    <w:rsid w:val="00B11BD6"/>
    <w:rsid w:val="00B15205"/>
    <w:rsid w:val="00B44DE3"/>
    <w:rsid w:val="00B505B7"/>
    <w:rsid w:val="00B5079A"/>
    <w:rsid w:val="00B6538A"/>
    <w:rsid w:val="00BA0AE7"/>
    <w:rsid w:val="00BC1085"/>
    <w:rsid w:val="00BD5A8D"/>
    <w:rsid w:val="00BD793B"/>
    <w:rsid w:val="00BE0F8E"/>
    <w:rsid w:val="00BE7556"/>
    <w:rsid w:val="00BF07D2"/>
    <w:rsid w:val="00C03381"/>
    <w:rsid w:val="00C102CB"/>
    <w:rsid w:val="00C512DF"/>
    <w:rsid w:val="00C51449"/>
    <w:rsid w:val="00C527F9"/>
    <w:rsid w:val="00C543FD"/>
    <w:rsid w:val="00C60406"/>
    <w:rsid w:val="00C60E5C"/>
    <w:rsid w:val="00C641DC"/>
    <w:rsid w:val="00C848B8"/>
    <w:rsid w:val="00CB7C33"/>
    <w:rsid w:val="00D2495E"/>
    <w:rsid w:val="00D33A51"/>
    <w:rsid w:val="00D62E01"/>
    <w:rsid w:val="00DA4DF2"/>
    <w:rsid w:val="00DA4F95"/>
    <w:rsid w:val="00DA6451"/>
    <w:rsid w:val="00DC36B0"/>
    <w:rsid w:val="00DD4B1C"/>
    <w:rsid w:val="00DE22B7"/>
    <w:rsid w:val="00DE49EB"/>
    <w:rsid w:val="00DE5449"/>
    <w:rsid w:val="00E0265F"/>
    <w:rsid w:val="00E22D8A"/>
    <w:rsid w:val="00E44CBF"/>
    <w:rsid w:val="00E47F2A"/>
    <w:rsid w:val="00E87638"/>
    <w:rsid w:val="00EB472E"/>
    <w:rsid w:val="00EC7570"/>
    <w:rsid w:val="00EF64CF"/>
    <w:rsid w:val="00F00BEA"/>
    <w:rsid w:val="00F103BF"/>
    <w:rsid w:val="00F11892"/>
    <w:rsid w:val="00F15E1F"/>
    <w:rsid w:val="00F46249"/>
    <w:rsid w:val="00F46FB3"/>
    <w:rsid w:val="00F53BFD"/>
    <w:rsid w:val="00F54949"/>
    <w:rsid w:val="00F739CB"/>
    <w:rsid w:val="00F74CC3"/>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238</Words>
  <Characters>1503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2015-09-17T14:33:00Z</cp:lastPrinted>
  <dcterms:created xsi:type="dcterms:W3CDTF">2015-09-14T08:19:00Z</dcterms:created>
  <dcterms:modified xsi:type="dcterms:W3CDTF">2015-09-17T14:34:00Z</dcterms:modified>
</cp:coreProperties>
</file>