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AC" w:rsidRPr="00E24B2A" w:rsidRDefault="00B23BA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E24B2A">
        <w:rPr>
          <w:rFonts w:ascii="Arial" w:hAnsi="Arial" w:cs="Arial"/>
          <w:b/>
          <w:sz w:val="20"/>
          <w:szCs w:val="20"/>
          <w:lang w:val="en-GB"/>
        </w:rPr>
        <w:t xml:space="preserve">EMO, </w:t>
      </w:r>
      <w:smartTag w:uri="urn:schemas-microsoft-com:office:smarttags" w:element="City">
        <w:smartTag w:uri="urn:schemas-microsoft-com:office:smarttags" w:element="place">
          <w:r w:rsidRPr="00E24B2A">
            <w:rPr>
              <w:rFonts w:ascii="Arial" w:hAnsi="Arial" w:cs="Arial"/>
              <w:b/>
              <w:sz w:val="20"/>
              <w:szCs w:val="20"/>
              <w:lang w:val="en-GB"/>
            </w:rPr>
            <w:t>Milan</w:t>
          </w:r>
        </w:smartTag>
      </w:smartTag>
    </w:p>
    <w:p w:rsidR="00B23BAC" w:rsidRPr="00E24B2A" w:rsidRDefault="00B23BA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b/>
          <w:sz w:val="20"/>
          <w:szCs w:val="20"/>
          <w:lang w:val="en-GB"/>
        </w:rPr>
        <w:t>Hall 10, Stand B10</w:t>
      </w:r>
    </w:p>
    <w:p w:rsidR="00B23BAC" w:rsidRPr="00E24B2A" w:rsidRDefault="00B23BA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  <w:r w:rsidRPr="00E24B2A">
        <w:rPr>
          <w:rFonts w:ascii="Arial" w:hAnsi="Arial" w:cs="Arial"/>
          <w:sz w:val="20"/>
          <w:szCs w:val="20"/>
          <w:lang w:val="en-GB"/>
        </w:rPr>
        <w:tab/>
      </w:r>
    </w:p>
    <w:p w:rsidR="00B23BAC" w:rsidRPr="00E24B2A" w:rsidRDefault="00B23BA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</w:p>
    <w:p w:rsidR="00B23BAC" w:rsidRPr="009076C0" w:rsidRDefault="00B23BAC" w:rsidP="009076C0">
      <w:pPr>
        <w:spacing w:after="0" w:line="360" w:lineRule="auto"/>
        <w:rPr>
          <w:rFonts w:ascii="Arial" w:hAnsi="Arial" w:cs="Arial"/>
          <w:b/>
          <w:lang w:val="en-US"/>
        </w:rPr>
      </w:pPr>
      <w:r w:rsidRPr="009076C0">
        <w:rPr>
          <w:rFonts w:ascii="Arial" w:hAnsi="Arial" w:cs="Arial"/>
          <w:b/>
          <w:lang w:val="en-US"/>
        </w:rPr>
        <w:t>940/842 modular grooving system</w:t>
      </w:r>
    </w:p>
    <w:p w:rsidR="00B23BAC" w:rsidRPr="00B57C7C" w:rsidRDefault="00B23BAC" w:rsidP="001B2ADB">
      <w:pPr>
        <w:spacing w:after="0" w:line="360" w:lineRule="auto"/>
        <w:rPr>
          <w:lang w:val="en-US"/>
        </w:rPr>
      </w:pPr>
      <w:r w:rsidRPr="00754524">
        <w:rPr>
          <w:rFonts w:ascii="Arial" w:hAnsi="Arial" w:cs="Arial"/>
          <w:lang w:val="en-US"/>
        </w:rPr>
        <w:t>This modular grooving system has been developed for smaller machines with shallower groove depths for which 845 cartridges are too large – such as Index machines with W gear</w:t>
      </w:r>
      <w:r>
        <w:rPr>
          <w:rFonts w:ascii="Arial" w:hAnsi="Arial" w:cs="Arial"/>
          <w:lang w:val="en-US"/>
        </w:rPr>
        <w:t xml:space="preserve"> </w:t>
      </w:r>
      <w:r w:rsidRPr="0021175C">
        <w:rPr>
          <w:rFonts w:ascii="Arial" w:hAnsi="Arial" w:cs="Arial"/>
          <w:lang w:val="en-US"/>
        </w:rPr>
        <w:t>teeth for VDI25 or Index machines with dovetail holders.</w:t>
      </w:r>
    </w:p>
    <w:p w:rsidR="00B23BAC" w:rsidRPr="00754524" w:rsidRDefault="00B23BAC" w:rsidP="001B2ADB">
      <w:pPr>
        <w:spacing w:after="0" w:line="360" w:lineRule="auto"/>
        <w:rPr>
          <w:rFonts w:ascii="Arial" w:hAnsi="Arial" w:cs="Arial"/>
          <w:lang w:val="en-US"/>
        </w:rPr>
      </w:pPr>
      <w:r w:rsidRPr="00754524">
        <w:rPr>
          <w:rFonts w:ascii="Arial" w:hAnsi="Arial" w:cs="Arial"/>
          <w:lang w:val="en-US"/>
        </w:rPr>
        <w:t>The 940 modular grooving system for S100 inserts is height-adjustable and provides an integrated coolant supply through its clamping finger and support.</w:t>
      </w:r>
    </w:p>
    <w:p w:rsidR="00B23BAC" w:rsidRPr="009076C0" w:rsidRDefault="00B23BAC" w:rsidP="009076C0">
      <w:pPr>
        <w:spacing w:after="0" w:line="360" w:lineRule="auto"/>
        <w:rPr>
          <w:rFonts w:ascii="Arial" w:hAnsi="Arial" w:cs="Arial"/>
          <w:lang w:val="en-US"/>
        </w:rPr>
      </w:pPr>
    </w:p>
    <w:p w:rsidR="00B23BAC" w:rsidRPr="009076C0" w:rsidRDefault="00B23BAC" w:rsidP="009076C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 w:rsidRPr="009076C0">
        <w:rPr>
          <w:rFonts w:ascii="Arial" w:hAnsi="Arial" w:cs="Arial"/>
          <w:i/>
          <w:lang w:val="en-US"/>
        </w:rPr>
        <w:t>3</w:t>
      </w:r>
      <w:r>
        <w:rPr>
          <w:rFonts w:ascii="Arial" w:hAnsi="Arial" w:cs="Arial"/>
          <w:i/>
          <w:lang w:val="en-US"/>
        </w:rPr>
        <w:t>82</w:t>
      </w:r>
      <w:r w:rsidRPr="009076C0">
        <w:rPr>
          <w:rFonts w:ascii="Arial" w:hAnsi="Arial" w:cs="Arial"/>
          <w:i/>
          <w:lang w:val="en-US"/>
        </w:rPr>
        <w:t xml:space="preserve"> characters incl. spaces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754524">
        <w:rPr>
          <w:rFonts w:ascii="Arial" w:hAnsi="Arial" w:cs="Arial"/>
          <w:b/>
          <w:lang w:val="en-US"/>
        </w:rPr>
        <w:t>Image captions: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B23BAC" w:rsidRDefault="00B23BAC" w:rsidP="0075452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3pt;height:139.2pt" o:allowoverlap="f">
            <v:imagedata r:id="rId6" o:title=""/>
          </v:shape>
        </w:pict>
      </w:r>
    </w:p>
    <w:p w:rsidR="00B23BAC" w:rsidRPr="00754524" w:rsidRDefault="00B23BAC" w:rsidP="00754524">
      <w:pPr>
        <w:rPr>
          <w:rFonts w:ascii="Arial" w:hAnsi="Arial" w:cs="Arial"/>
          <w:lang w:val="en-US"/>
        </w:rPr>
      </w:pPr>
      <w:r w:rsidRPr="00754524">
        <w:rPr>
          <w:rFonts w:ascii="Arial" w:hAnsi="Arial" w:cs="Arial"/>
          <w:b/>
          <w:bCs/>
          <w:lang w:val="en-US"/>
        </w:rPr>
        <w:t xml:space="preserve">Image 1: </w:t>
      </w:r>
      <w:r w:rsidRPr="00754524">
        <w:rPr>
          <w:rFonts w:ascii="Arial" w:hAnsi="Arial" w:cs="Arial"/>
          <w:lang w:val="en-US"/>
        </w:rPr>
        <w:t>For smaller machines with shallower groove depths: the 940/842 grooving system.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54524">
        <w:rPr>
          <w:rFonts w:ascii="Arial" w:hAnsi="Arial" w:cs="Arial"/>
          <w:b/>
          <w:lang w:val="en-US"/>
        </w:rPr>
        <w:t>Image credits:</w:t>
      </w:r>
      <w:r w:rsidRPr="00754524">
        <w:rPr>
          <w:rFonts w:ascii="Arial" w:hAnsi="Arial" w:cs="Arial"/>
          <w:lang w:val="en-US"/>
        </w:rPr>
        <w:t xml:space="preserve"> Paul Horn GmbH, Nico Sauermann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54524">
        <w:rPr>
          <w:rFonts w:ascii="Arial" w:hAnsi="Arial" w:cs="Arial"/>
          <w:lang w:val="en-US"/>
        </w:rPr>
        <w:t>Text and further information: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54524">
        <w:rPr>
          <w:rFonts w:ascii="Arial" w:hAnsi="Arial" w:cs="Arial"/>
          <w:lang w:val="en-US"/>
        </w:rPr>
        <w:t>Hartmetall-Werkzeugfabrik Paul Horn GmbH, Mr Christian Thiele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54524">
        <w:rPr>
          <w:rFonts w:ascii="Arial" w:hAnsi="Arial" w:cs="Arial"/>
        </w:rPr>
        <w:t>Unter dem Holz 33-35, 72072 Tübingen, Germany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54524">
        <w:rPr>
          <w:rFonts w:ascii="Arial" w:hAnsi="Arial" w:cs="Arial"/>
        </w:rPr>
        <w:t>Tel.: +49 7071 7004-1602, Fax: +49 7071 72893</w:t>
      </w:r>
    </w:p>
    <w:p w:rsidR="00B23BAC" w:rsidRPr="00754524" w:rsidRDefault="00B23BAC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54524">
        <w:rPr>
          <w:rFonts w:ascii="Arial" w:hAnsi="Arial" w:cs="Arial"/>
        </w:rPr>
        <w:t xml:space="preserve">E-mail: </w:t>
      </w:r>
      <w:hyperlink r:id="rId7">
        <w:r w:rsidRPr="00754524">
          <w:rPr>
            <w:rStyle w:val="Hyperlink"/>
            <w:rFonts w:ascii="Arial" w:hAnsi="Arial" w:cs="Arial"/>
            <w:color w:val="auto"/>
          </w:rPr>
          <w:t>christian.thiele@phorn.de</w:t>
        </w:r>
      </w:hyperlink>
      <w:r w:rsidRPr="00754524">
        <w:rPr>
          <w:rFonts w:ascii="Arial" w:hAnsi="Arial" w:cs="Arial"/>
        </w:rPr>
        <w:t xml:space="preserve">, </w:t>
      </w:r>
      <w:hyperlink r:id="rId8">
        <w:r w:rsidRPr="00754524">
          <w:rPr>
            <w:rStyle w:val="Hyperlink"/>
            <w:rFonts w:ascii="Arial" w:hAnsi="Arial" w:cs="Arial"/>
            <w:color w:val="auto"/>
          </w:rPr>
          <w:t>www.phorn.de</w:t>
        </w:r>
      </w:hyperlink>
      <w:r w:rsidRPr="00754524">
        <w:rPr>
          <w:rFonts w:ascii="Arial" w:hAnsi="Arial" w:cs="Arial"/>
        </w:rPr>
        <w:t xml:space="preserve"> </w:t>
      </w:r>
    </w:p>
    <w:p w:rsidR="00B23BAC" w:rsidRPr="00754524" w:rsidRDefault="00B23BA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B23BAC" w:rsidRPr="00754524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BAC" w:rsidRDefault="00B23BAC" w:rsidP="00925DB2">
      <w:pPr>
        <w:spacing w:after="0" w:line="240" w:lineRule="auto"/>
      </w:pPr>
      <w:r>
        <w:separator/>
      </w:r>
    </w:p>
  </w:endnote>
  <w:endnote w:type="continuationSeparator" w:id="0">
    <w:p w:rsidR="00B23BAC" w:rsidRDefault="00B23BA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AC" w:rsidRPr="00925DB2" w:rsidRDefault="00B23BAC" w:rsidP="00925DB2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Page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of</w:t>
    </w:r>
    <w:r w:rsidRPr="00925DB2">
      <w:rPr>
        <w:rFonts w:ascii="Arial" w:hAnsi="Arial" w:cs="Arial"/>
        <w:sz w:val="16"/>
        <w:szCs w:val="16"/>
      </w:rPr>
      <w:t xml:space="preserve">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BAC" w:rsidRDefault="00B23BAC" w:rsidP="00925DB2">
      <w:pPr>
        <w:spacing w:after="0" w:line="240" w:lineRule="auto"/>
      </w:pPr>
      <w:r>
        <w:separator/>
      </w:r>
    </w:p>
  </w:footnote>
  <w:footnote w:type="continuationSeparator" w:id="0">
    <w:p w:rsidR="00B23BAC" w:rsidRDefault="00B23BA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AC" w:rsidRPr="005F6EA3" w:rsidRDefault="00B23BAC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5F6EA3">
      <w:rPr>
        <w:rFonts w:ascii="Arial" w:hAnsi="Arial" w:cs="Arial"/>
        <w:b/>
        <w:sz w:val="40"/>
        <w:szCs w:val="40"/>
      </w:rPr>
      <w:t>Press Information</w:t>
    </w:r>
    <w:r w:rsidRPr="005F6EA3">
      <w:rPr>
        <w:rFonts w:ascii="Arial" w:hAnsi="Arial" w:cs="Arial"/>
        <w:sz w:val="40"/>
        <w:szCs w:val="40"/>
      </w:rPr>
      <w:tab/>
    </w:r>
    <w:r w:rsidRPr="005F6EA3">
      <w:rPr>
        <w:rFonts w:ascii="Arial" w:hAnsi="Arial" w:cs="Arial"/>
        <w:sz w:val="40"/>
        <w:szCs w:val="40"/>
      </w:rPr>
      <w:tab/>
    </w:r>
    <w:r w:rsidRPr="005F6EA3">
      <w:rPr>
        <w:rFonts w:ascii="Arial" w:hAnsi="Arial" w:cs="Arial"/>
        <w:sz w:val="40"/>
        <w:szCs w:val="40"/>
      </w:rPr>
      <w:tab/>
    </w:r>
    <w:r w:rsidRPr="005F6EA3">
      <w:rPr>
        <w:rFonts w:ascii="Arial" w:hAnsi="Arial" w:cs="Arial"/>
        <w:sz w:val="40"/>
        <w:szCs w:val="40"/>
      </w:rPr>
      <w:tab/>
    </w:r>
    <w:r w:rsidRPr="005F6EA3">
      <w:rPr>
        <w:rFonts w:ascii="Arial" w:hAnsi="Arial" w:cs="Arial"/>
        <w:sz w:val="40"/>
        <w:szCs w:val="40"/>
      </w:rPr>
      <w:tab/>
    </w:r>
    <w:r w:rsidRPr="00307F62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30.2pt;height:27pt">
          <v:imagedata r:id="rId1" o:title=""/>
        </v:shape>
      </w:pict>
    </w:r>
  </w:p>
  <w:p w:rsidR="00B23BAC" w:rsidRPr="005F6EA3" w:rsidRDefault="00B23BAC" w:rsidP="00F739CB">
    <w:pPr>
      <w:pStyle w:val="Header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</w:r>
    <w:r w:rsidRPr="005F6EA3">
      <w:rPr>
        <w:rFonts w:ascii="Arial" w:hAnsi="Arial" w:cs="Arial"/>
      </w:rPr>
      <w:tab/>
      <w:t>October 2015</w:t>
    </w:r>
  </w:p>
  <w:p w:rsidR="00B23BAC" w:rsidRPr="005F6EA3" w:rsidRDefault="00B23BAC" w:rsidP="00F739CB">
    <w:pPr>
      <w:pStyle w:val="Head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709"/>
    <w:rsid w:val="00014CB7"/>
    <w:rsid w:val="000327A8"/>
    <w:rsid w:val="00043A48"/>
    <w:rsid w:val="000769A4"/>
    <w:rsid w:val="00083723"/>
    <w:rsid w:val="00094644"/>
    <w:rsid w:val="000A129B"/>
    <w:rsid w:val="000A36AA"/>
    <w:rsid w:val="000C3359"/>
    <w:rsid w:val="000C7345"/>
    <w:rsid w:val="00136B12"/>
    <w:rsid w:val="00155EBF"/>
    <w:rsid w:val="0016158B"/>
    <w:rsid w:val="001714ED"/>
    <w:rsid w:val="001B2ADB"/>
    <w:rsid w:val="001B3DED"/>
    <w:rsid w:val="001D398C"/>
    <w:rsid w:val="001D3FDF"/>
    <w:rsid w:val="001E6C8C"/>
    <w:rsid w:val="001F0082"/>
    <w:rsid w:val="0021175C"/>
    <w:rsid w:val="00233FBE"/>
    <w:rsid w:val="00243224"/>
    <w:rsid w:val="00255304"/>
    <w:rsid w:val="002865C2"/>
    <w:rsid w:val="002B43E1"/>
    <w:rsid w:val="002B7497"/>
    <w:rsid w:val="002C5EEA"/>
    <w:rsid w:val="002D3034"/>
    <w:rsid w:val="002F6AA3"/>
    <w:rsid w:val="00307F62"/>
    <w:rsid w:val="00313C4E"/>
    <w:rsid w:val="00320475"/>
    <w:rsid w:val="00330180"/>
    <w:rsid w:val="0037244C"/>
    <w:rsid w:val="00385F14"/>
    <w:rsid w:val="003977AA"/>
    <w:rsid w:val="003D5A54"/>
    <w:rsid w:val="003D70ED"/>
    <w:rsid w:val="003E3E66"/>
    <w:rsid w:val="003F5834"/>
    <w:rsid w:val="00407668"/>
    <w:rsid w:val="0041301E"/>
    <w:rsid w:val="00427243"/>
    <w:rsid w:val="004335FD"/>
    <w:rsid w:val="00437AB3"/>
    <w:rsid w:val="00472F73"/>
    <w:rsid w:val="004B4972"/>
    <w:rsid w:val="004E285F"/>
    <w:rsid w:val="004E4EC2"/>
    <w:rsid w:val="004E6F5A"/>
    <w:rsid w:val="00521B1D"/>
    <w:rsid w:val="0053620C"/>
    <w:rsid w:val="00545B8A"/>
    <w:rsid w:val="00554440"/>
    <w:rsid w:val="00556398"/>
    <w:rsid w:val="00560486"/>
    <w:rsid w:val="00567DA8"/>
    <w:rsid w:val="005B372D"/>
    <w:rsid w:val="005C18A9"/>
    <w:rsid w:val="005E28F1"/>
    <w:rsid w:val="005E299E"/>
    <w:rsid w:val="005F6EA3"/>
    <w:rsid w:val="00617E9D"/>
    <w:rsid w:val="00636ABA"/>
    <w:rsid w:val="0063787D"/>
    <w:rsid w:val="00650455"/>
    <w:rsid w:val="00653819"/>
    <w:rsid w:val="00693D38"/>
    <w:rsid w:val="0069415F"/>
    <w:rsid w:val="006A247B"/>
    <w:rsid w:val="006A5291"/>
    <w:rsid w:val="006C0DF9"/>
    <w:rsid w:val="006C52C8"/>
    <w:rsid w:val="006F3A10"/>
    <w:rsid w:val="007019A7"/>
    <w:rsid w:val="00704913"/>
    <w:rsid w:val="00723E5C"/>
    <w:rsid w:val="00725BCA"/>
    <w:rsid w:val="00731DE2"/>
    <w:rsid w:val="00734587"/>
    <w:rsid w:val="00754524"/>
    <w:rsid w:val="00762688"/>
    <w:rsid w:val="00763357"/>
    <w:rsid w:val="0078218B"/>
    <w:rsid w:val="007A52E3"/>
    <w:rsid w:val="007D3C38"/>
    <w:rsid w:val="007F41C0"/>
    <w:rsid w:val="007F6A41"/>
    <w:rsid w:val="00835B26"/>
    <w:rsid w:val="008371F7"/>
    <w:rsid w:val="008541F6"/>
    <w:rsid w:val="008773F2"/>
    <w:rsid w:val="008922CE"/>
    <w:rsid w:val="008A1283"/>
    <w:rsid w:val="008A53CD"/>
    <w:rsid w:val="008D0839"/>
    <w:rsid w:val="008D6D9E"/>
    <w:rsid w:val="008E40CA"/>
    <w:rsid w:val="008F78CE"/>
    <w:rsid w:val="00904397"/>
    <w:rsid w:val="009076C0"/>
    <w:rsid w:val="009077D0"/>
    <w:rsid w:val="009123B9"/>
    <w:rsid w:val="00925DB2"/>
    <w:rsid w:val="00926A64"/>
    <w:rsid w:val="009359C7"/>
    <w:rsid w:val="00937258"/>
    <w:rsid w:val="00940AAC"/>
    <w:rsid w:val="009703B6"/>
    <w:rsid w:val="009762F2"/>
    <w:rsid w:val="00985659"/>
    <w:rsid w:val="00995A54"/>
    <w:rsid w:val="009A2FBC"/>
    <w:rsid w:val="009B0ADA"/>
    <w:rsid w:val="009B7A4E"/>
    <w:rsid w:val="009D2DCE"/>
    <w:rsid w:val="009E08E7"/>
    <w:rsid w:val="009E2257"/>
    <w:rsid w:val="009E25AE"/>
    <w:rsid w:val="00A051EE"/>
    <w:rsid w:val="00A104B3"/>
    <w:rsid w:val="00A23939"/>
    <w:rsid w:val="00A330B5"/>
    <w:rsid w:val="00A40F23"/>
    <w:rsid w:val="00A46B7D"/>
    <w:rsid w:val="00A617E2"/>
    <w:rsid w:val="00A65E23"/>
    <w:rsid w:val="00A84F31"/>
    <w:rsid w:val="00AA51BC"/>
    <w:rsid w:val="00AF5558"/>
    <w:rsid w:val="00B0243E"/>
    <w:rsid w:val="00B11BD6"/>
    <w:rsid w:val="00B15205"/>
    <w:rsid w:val="00B23BAC"/>
    <w:rsid w:val="00B505B7"/>
    <w:rsid w:val="00B5079A"/>
    <w:rsid w:val="00B57C7C"/>
    <w:rsid w:val="00B6538A"/>
    <w:rsid w:val="00BA0AE7"/>
    <w:rsid w:val="00BA24F6"/>
    <w:rsid w:val="00BC1085"/>
    <w:rsid w:val="00BD5A8D"/>
    <w:rsid w:val="00BD793B"/>
    <w:rsid w:val="00BE0F8E"/>
    <w:rsid w:val="00BE7556"/>
    <w:rsid w:val="00BF07D2"/>
    <w:rsid w:val="00C03381"/>
    <w:rsid w:val="00C102CB"/>
    <w:rsid w:val="00C23143"/>
    <w:rsid w:val="00C512DF"/>
    <w:rsid w:val="00C51449"/>
    <w:rsid w:val="00C527F9"/>
    <w:rsid w:val="00C543FD"/>
    <w:rsid w:val="00C60406"/>
    <w:rsid w:val="00C60E5C"/>
    <w:rsid w:val="00C641DC"/>
    <w:rsid w:val="00C848B8"/>
    <w:rsid w:val="00D620C8"/>
    <w:rsid w:val="00D62E01"/>
    <w:rsid w:val="00D747B2"/>
    <w:rsid w:val="00D83EA4"/>
    <w:rsid w:val="00DA4DF2"/>
    <w:rsid w:val="00DA4F95"/>
    <w:rsid w:val="00DC128B"/>
    <w:rsid w:val="00DC36B0"/>
    <w:rsid w:val="00DD4B1C"/>
    <w:rsid w:val="00DE22B7"/>
    <w:rsid w:val="00DE5449"/>
    <w:rsid w:val="00E0265F"/>
    <w:rsid w:val="00E06EF4"/>
    <w:rsid w:val="00E22D8A"/>
    <w:rsid w:val="00E24B2A"/>
    <w:rsid w:val="00E44CBF"/>
    <w:rsid w:val="00E47F2A"/>
    <w:rsid w:val="00E725FB"/>
    <w:rsid w:val="00E94398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0A07"/>
    <w:rsid w:val="00F91EEC"/>
    <w:rsid w:val="00FA6E0F"/>
    <w:rsid w:val="00FA7917"/>
    <w:rsid w:val="00FB21CF"/>
    <w:rsid w:val="00FB401E"/>
    <w:rsid w:val="00FC073A"/>
    <w:rsid w:val="00FC73A3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0A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301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0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01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0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0180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5D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5D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134</Words>
  <Characters>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cthiele</dc:creator>
  <cp:keywords/>
  <dc:description/>
  <cp:lastModifiedBy>Lilli Leibssle</cp:lastModifiedBy>
  <cp:revision>14</cp:revision>
  <cp:lastPrinted>2015-09-27T11:07:00Z</cp:lastPrinted>
  <dcterms:created xsi:type="dcterms:W3CDTF">2015-09-14T07:54:00Z</dcterms:created>
  <dcterms:modified xsi:type="dcterms:W3CDTF">2015-09-27T11:08:00Z</dcterms:modified>
</cp:coreProperties>
</file>